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AABDA-D315-40FD-9690-57EBB8FF085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